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163CD6" w14:textId="549492CB" w:rsidR="00903921" w:rsidRPr="00B64DD5" w:rsidRDefault="009C4887" w:rsidP="00903921">
      <w:pPr>
        <w:pStyle w:val="Heading1"/>
        <w:rPr>
          <w:rFonts w:ascii="Arial" w:hAnsi="Arial"/>
          <w:b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14:paraId="1628D93A" w14:textId="01D0D77C" w:rsidR="0022369B" w:rsidRDefault="00C35A12" w:rsidP="00B86FCC">
      <w:pPr>
        <w:pStyle w:val="Bulleted1"/>
        <w:rPr>
          <w:rFonts w:ascii="Arial" w:hAnsi="Arial"/>
        </w:rPr>
      </w:pPr>
      <w:proofErr w:type="spellStart"/>
      <w:r>
        <w:rPr>
          <w:rFonts w:ascii="Arial" w:hAnsi="Arial"/>
        </w:rPr>
        <w:t>séparation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d'urinoir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réctangulaire</w:t>
      </w:r>
      <w:proofErr w:type="spellEnd"/>
    </w:p>
    <w:p w14:paraId="382246BC" w14:textId="227A610F" w:rsidR="0022369B" w:rsidRPr="00C35A12" w:rsidRDefault="00C35A12" w:rsidP="0022369B">
      <w:pPr>
        <w:pStyle w:val="Bulleted2"/>
        <w:rPr>
          <w:rFonts w:ascii="Arial" w:hAnsi="Arial"/>
          <w:lang w:val="fr-BE"/>
        </w:rPr>
      </w:pPr>
      <w:r w:rsidRPr="00C35A12">
        <w:rPr>
          <w:rFonts w:ascii="Arial" w:hAnsi="Arial"/>
          <w:lang w:val="fr-BE"/>
        </w:rPr>
        <w:t>dont le côté supérieur monte vers le mur</w:t>
      </w:r>
    </w:p>
    <w:p w14:paraId="16006AC6" w14:textId="31C519BC" w:rsidR="00291714" w:rsidRPr="00C35A12" w:rsidRDefault="00C35A12" w:rsidP="0022369B">
      <w:pPr>
        <w:pStyle w:val="Bulleted2"/>
        <w:rPr>
          <w:rFonts w:ascii="Arial" w:hAnsi="Arial"/>
          <w:lang w:val="fr-BE"/>
        </w:rPr>
      </w:pPr>
      <w:r w:rsidRPr="00C35A12">
        <w:rPr>
          <w:rFonts w:ascii="Arial" w:hAnsi="Arial"/>
          <w:lang w:val="fr-BE"/>
        </w:rPr>
        <w:t>dont le côté inférieu</w:t>
      </w:r>
      <w:r>
        <w:rPr>
          <w:rFonts w:ascii="Arial" w:hAnsi="Arial"/>
          <w:lang w:val="fr-BE"/>
        </w:rPr>
        <w:t>r descend vers le mur</w:t>
      </w:r>
    </w:p>
    <w:p w14:paraId="49B4F01A" w14:textId="62159570" w:rsidR="00AB18D2" w:rsidRDefault="00C35A12" w:rsidP="0022369B">
      <w:pPr>
        <w:pStyle w:val="Bulleted2"/>
        <w:rPr>
          <w:rFonts w:ascii="Arial" w:hAnsi="Arial"/>
        </w:rPr>
      </w:pPr>
      <w:proofErr w:type="spellStart"/>
      <w:r>
        <w:rPr>
          <w:rFonts w:ascii="Arial" w:hAnsi="Arial"/>
        </w:rPr>
        <w:t>avec</w:t>
      </w:r>
      <w:proofErr w:type="spellEnd"/>
      <w:r>
        <w:rPr>
          <w:rFonts w:ascii="Arial" w:hAnsi="Arial"/>
        </w:rPr>
        <w:t xml:space="preserve"> des </w:t>
      </w:r>
      <w:proofErr w:type="spellStart"/>
      <w:r>
        <w:rPr>
          <w:rFonts w:ascii="Arial" w:hAnsi="Arial"/>
        </w:rPr>
        <w:t>coins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arrondis</w:t>
      </w:r>
      <w:proofErr w:type="spellEnd"/>
    </w:p>
    <w:p w14:paraId="54F56217" w14:textId="129D1253" w:rsidR="00297424" w:rsidRPr="00B64DD5" w:rsidRDefault="009C4887" w:rsidP="00297424">
      <w:pPr>
        <w:pStyle w:val="Heading1"/>
        <w:rPr>
          <w:rFonts w:ascii="Arial" w:hAnsi="Arial"/>
          <w:b/>
        </w:rPr>
      </w:pPr>
      <w:proofErr w:type="spellStart"/>
      <w:r>
        <w:rPr>
          <w:rFonts w:ascii="Arial" w:hAnsi="Arial" w:cs="Arial"/>
          <w:b/>
          <w:bCs/>
        </w:rPr>
        <w:t>Matériaux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>
        <w:rPr>
          <w:rFonts w:ascii="Arial" w:hAnsi="Arial" w:cs="Arial"/>
          <w:b/>
          <w:bCs/>
        </w:rPr>
        <w:t>caractéristiques</w:t>
      </w:r>
      <w:proofErr w:type="spellEnd"/>
    </w:p>
    <w:p w14:paraId="64C0F913" w14:textId="14755E8D" w:rsidR="00B86FCC" w:rsidRPr="00981C24" w:rsidRDefault="009C4887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Matériaux</w:t>
      </w:r>
      <w:proofErr w:type="spellEnd"/>
    </w:p>
    <w:p w14:paraId="568E6B08" w14:textId="77777777" w:rsidR="00B87DA3" w:rsidRPr="00582727" w:rsidRDefault="00B87DA3" w:rsidP="00B87DA3">
      <w:pPr>
        <w:pStyle w:val="Bulleted1"/>
        <w:rPr>
          <w:rFonts w:ascii="Arial" w:hAnsi="Arial"/>
          <w:lang w:val="fr-BE"/>
        </w:rPr>
      </w:pPr>
      <w:bookmarkStart w:id="0" w:name="_Hlk35937103"/>
      <w:r>
        <w:rPr>
          <w:rFonts w:ascii="Arial" w:hAnsi="Arial"/>
          <w:lang w:val="fr-BE"/>
        </w:rPr>
        <w:t xml:space="preserve">séparation d'urinoir </w:t>
      </w:r>
      <w:r w:rsidRPr="00582727">
        <w:rPr>
          <w:rFonts w:ascii="Arial" w:hAnsi="Arial"/>
          <w:lang w:val="fr-BE"/>
        </w:rPr>
        <w:t>en mousse de polyuréthane durcie</w:t>
      </w:r>
    </w:p>
    <w:p w14:paraId="30AD0226" w14:textId="77777777" w:rsidR="00B87DA3" w:rsidRDefault="00B87DA3" w:rsidP="00B87DA3">
      <w:pPr>
        <w:pStyle w:val="Bulleted1"/>
        <w:rPr>
          <w:rFonts w:ascii="Arial" w:hAnsi="Arial"/>
        </w:rPr>
      </w:pPr>
      <w:proofErr w:type="spellStart"/>
      <w:r>
        <w:rPr>
          <w:rFonts w:ascii="Arial" w:hAnsi="Arial"/>
        </w:rPr>
        <w:t>fixation</w:t>
      </w:r>
      <w:proofErr w:type="spellEnd"/>
      <w:r>
        <w:rPr>
          <w:rFonts w:ascii="Arial" w:hAnsi="Arial"/>
        </w:rPr>
        <w:t xml:space="preserve"> en métal</w:t>
      </w:r>
    </w:p>
    <w:p w14:paraId="39A3A5B8" w14:textId="299DE3A6" w:rsidR="00945AE1" w:rsidRPr="00981C24" w:rsidRDefault="009C4887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w14:paraId="3AB7EDAE" w14:textId="77777777" w:rsidR="00B87DA3" w:rsidRDefault="00B87DA3" w:rsidP="00B87DA3">
      <w:pPr>
        <w:pStyle w:val="Bulleted1"/>
        <w:rPr>
          <w:rFonts w:ascii="Arial" w:hAnsi="Arial"/>
        </w:rPr>
      </w:pPr>
      <w:proofErr w:type="spellStart"/>
      <w:r>
        <w:rPr>
          <w:rFonts w:ascii="Arial" w:hAnsi="Arial"/>
        </w:rPr>
        <w:t>inaltérable</w:t>
      </w:r>
      <w:proofErr w:type="spellEnd"/>
      <w:r>
        <w:rPr>
          <w:rFonts w:ascii="Arial" w:hAnsi="Arial"/>
        </w:rPr>
        <w:t xml:space="preserve"> (</w:t>
      </w:r>
      <w:proofErr w:type="spellStart"/>
      <w:r>
        <w:rPr>
          <w:rFonts w:ascii="Arial" w:hAnsi="Arial"/>
        </w:rPr>
        <w:t>blanc</w:t>
      </w:r>
      <w:proofErr w:type="spellEnd"/>
      <w:r>
        <w:rPr>
          <w:rFonts w:ascii="Arial" w:hAnsi="Arial"/>
        </w:rPr>
        <w:t>)</w:t>
      </w:r>
    </w:p>
    <w:p w14:paraId="3D260826" w14:textId="77777777" w:rsidR="00B87DA3" w:rsidRDefault="00B87DA3" w:rsidP="00B87DA3">
      <w:pPr>
        <w:pStyle w:val="Bulleted1"/>
        <w:rPr>
          <w:rFonts w:ascii="Arial" w:hAnsi="Arial"/>
        </w:rPr>
      </w:pPr>
      <w:proofErr w:type="spellStart"/>
      <w:r>
        <w:rPr>
          <w:rFonts w:ascii="Arial" w:hAnsi="Arial"/>
        </w:rPr>
        <w:t>résistant</w:t>
      </w:r>
      <w:proofErr w:type="spellEnd"/>
      <w:r>
        <w:rPr>
          <w:rFonts w:ascii="Arial" w:hAnsi="Arial"/>
        </w:rPr>
        <w:t xml:space="preserve"> à </w:t>
      </w:r>
      <w:proofErr w:type="spellStart"/>
      <w:r>
        <w:rPr>
          <w:rFonts w:ascii="Arial" w:hAnsi="Arial"/>
        </w:rPr>
        <w:t>l'urine</w:t>
      </w:r>
      <w:proofErr w:type="spellEnd"/>
    </w:p>
    <w:p w14:paraId="77136EC5" w14:textId="77777777" w:rsidR="00B87DA3" w:rsidRPr="008972DD" w:rsidRDefault="00B87DA3" w:rsidP="00B87DA3">
      <w:pPr>
        <w:pStyle w:val="Bulleted1"/>
        <w:rPr>
          <w:rFonts w:ascii="Arial" w:hAnsi="Arial"/>
        </w:rPr>
      </w:pPr>
      <w:proofErr w:type="spellStart"/>
      <w:r>
        <w:rPr>
          <w:rFonts w:ascii="Arial" w:hAnsi="Arial"/>
        </w:rPr>
        <w:t>fixation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dissimulée</w:t>
      </w:r>
      <w:proofErr w:type="spellEnd"/>
    </w:p>
    <w:bookmarkEnd w:id="1"/>
    <w:p w14:paraId="05DECCC4" w14:textId="608A02AF" w:rsidR="003A5000" w:rsidRPr="00981C24" w:rsidRDefault="009C4887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454"/>
      </w:tblGrid>
      <w:tr w:rsidR="0020639C" w:rsidRPr="00735DE7" w14:paraId="3FB99451" w14:textId="77777777" w:rsidTr="00A220AA">
        <w:tc>
          <w:tcPr>
            <w:tcW w:w="1163" w:type="dxa"/>
          </w:tcPr>
          <w:p w14:paraId="4F621F78" w14:textId="09C250CB" w:rsidR="0020639C" w:rsidRPr="00735DE7" w:rsidRDefault="009C4887" w:rsidP="00157D48">
            <w:proofErr w:type="spellStart"/>
            <w:r>
              <w:rPr>
                <w:rFonts w:ascii="Arial" w:hAnsi="Arial"/>
              </w:rPr>
              <w:t>largeur</w:t>
            </w:r>
            <w:proofErr w:type="spellEnd"/>
            <w:r>
              <w:rPr>
                <w:rFonts w:ascii="Arial" w:hAnsi="Arial"/>
              </w:rPr>
              <w:t xml:space="preserve"> </w:t>
            </w:r>
            <w:r w:rsidR="0020639C" w:rsidRPr="00292A26">
              <w:rPr>
                <w:rFonts w:ascii="Arial" w:hAnsi="Arial"/>
              </w:rPr>
              <w:t>:</w:t>
            </w:r>
          </w:p>
        </w:tc>
        <w:tc>
          <w:tcPr>
            <w:tcW w:w="1418" w:type="dxa"/>
          </w:tcPr>
          <w:p w14:paraId="025E1524" w14:textId="1D87F383" w:rsidR="0020639C" w:rsidRPr="00735DE7" w:rsidRDefault="00F07063" w:rsidP="00157D48">
            <w:pPr>
              <w:jc w:val="right"/>
            </w:pPr>
            <w:r>
              <w:t>4</w:t>
            </w:r>
            <w:r w:rsidR="000A1C78">
              <w:t>2</w:t>
            </w:r>
          </w:p>
        </w:tc>
        <w:tc>
          <w:tcPr>
            <w:tcW w:w="85" w:type="dxa"/>
          </w:tcPr>
          <w:p w14:paraId="6E5DB1AF" w14:textId="77777777" w:rsidR="0020639C" w:rsidRPr="00735DE7" w:rsidRDefault="0020639C" w:rsidP="00157D48"/>
        </w:tc>
        <w:tc>
          <w:tcPr>
            <w:tcW w:w="142" w:type="dxa"/>
          </w:tcPr>
          <w:p w14:paraId="1B767BD8" w14:textId="77777777" w:rsidR="0020639C" w:rsidRPr="00735DE7" w:rsidRDefault="0020639C" w:rsidP="00157D48"/>
        </w:tc>
        <w:tc>
          <w:tcPr>
            <w:tcW w:w="142" w:type="dxa"/>
          </w:tcPr>
          <w:p w14:paraId="2B79BBDA" w14:textId="77777777" w:rsidR="0020639C" w:rsidRPr="00735DE7" w:rsidRDefault="0020639C" w:rsidP="00157D48"/>
        </w:tc>
        <w:tc>
          <w:tcPr>
            <w:tcW w:w="454" w:type="dxa"/>
          </w:tcPr>
          <w:p w14:paraId="78285E61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14:paraId="09B9AAAC" w14:textId="77777777" w:rsidTr="00A220AA">
        <w:tc>
          <w:tcPr>
            <w:tcW w:w="1163" w:type="dxa"/>
          </w:tcPr>
          <w:p w14:paraId="4D7BC29D" w14:textId="0E5D2555" w:rsidR="0020639C" w:rsidRPr="00735DE7" w:rsidRDefault="009C4887" w:rsidP="00157D48">
            <w:proofErr w:type="spellStart"/>
            <w:r>
              <w:rPr>
                <w:rFonts w:ascii="Arial" w:hAnsi="Arial"/>
              </w:rPr>
              <w:t>hauteur</w:t>
            </w:r>
            <w:proofErr w:type="spellEnd"/>
            <w:r>
              <w:rPr>
                <w:rFonts w:ascii="Arial" w:hAnsi="Arial"/>
              </w:rPr>
              <w:t xml:space="preserve"> </w:t>
            </w:r>
            <w:r w:rsidR="0020639C" w:rsidRPr="00292A26">
              <w:rPr>
                <w:rFonts w:ascii="Arial" w:hAnsi="Arial"/>
              </w:rPr>
              <w:t>:</w:t>
            </w:r>
          </w:p>
        </w:tc>
        <w:tc>
          <w:tcPr>
            <w:tcW w:w="1418" w:type="dxa"/>
          </w:tcPr>
          <w:p w14:paraId="1FE5DD0D" w14:textId="1E3D8217" w:rsidR="0020639C" w:rsidRPr="00735DE7" w:rsidRDefault="00F07063" w:rsidP="00157D48">
            <w:pPr>
              <w:jc w:val="right"/>
            </w:pPr>
            <w:r>
              <w:rPr>
                <w:rFonts w:ascii="Arial" w:hAnsi="Arial"/>
              </w:rPr>
              <w:t>7</w:t>
            </w:r>
            <w:r w:rsidR="000A1C78">
              <w:rPr>
                <w:rFonts w:ascii="Arial" w:hAnsi="Arial"/>
              </w:rPr>
              <w:t>6</w:t>
            </w:r>
            <w:r w:rsidR="0020639C" w:rsidRPr="00292A26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505DF14C" w14:textId="77777777" w:rsidR="0020639C" w:rsidRPr="00735DE7" w:rsidRDefault="0020639C" w:rsidP="00157D48"/>
        </w:tc>
        <w:tc>
          <w:tcPr>
            <w:tcW w:w="142" w:type="dxa"/>
          </w:tcPr>
          <w:p w14:paraId="3EFEC594" w14:textId="77777777" w:rsidR="0020639C" w:rsidRPr="00735DE7" w:rsidRDefault="0020639C" w:rsidP="00157D48"/>
        </w:tc>
        <w:tc>
          <w:tcPr>
            <w:tcW w:w="142" w:type="dxa"/>
          </w:tcPr>
          <w:p w14:paraId="4EEE97DB" w14:textId="77777777" w:rsidR="0020639C" w:rsidRPr="00735DE7" w:rsidRDefault="0020639C" w:rsidP="00157D48"/>
        </w:tc>
        <w:tc>
          <w:tcPr>
            <w:tcW w:w="454" w:type="dxa"/>
          </w:tcPr>
          <w:p w14:paraId="32448546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</w:tbl>
    <w:p w14:paraId="1861895A" w14:textId="1143D656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</w:t>
      </w:r>
      <w:r w:rsidR="009C4887">
        <w:rPr>
          <w:rFonts w:ascii="Arial" w:hAnsi="Arial"/>
          <w:b/>
        </w:rPr>
        <w:t>ose</w:t>
      </w:r>
    </w:p>
    <w:p w14:paraId="70DF0594" w14:textId="7E1B651B" w:rsidR="008C0266" w:rsidRDefault="009C4887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14:paraId="167552E3" w14:textId="77777777" w:rsidR="00FE1E02" w:rsidRDefault="00FE1E02">
      <w:pPr>
        <w:rPr>
          <w:rFonts w:ascii="Arial" w:hAnsi="Arial"/>
          <w:b/>
          <w:u w:val="single"/>
        </w:rPr>
      </w:pPr>
      <w:r>
        <w:rPr>
          <w:rFonts w:ascii="Arial" w:hAnsi="Arial"/>
          <w:b/>
        </w:rPr>
        <w:br w:type="page"/>
      </w:r>
    </w:p>
    <w:p w14:paraId="316796C6" w14:textId="79C853B4" w:rsidR="000C0EB2" w:rsidRPr="00B64DD5" w:rsidRDefault="009C4887" w:rsidP="000C0EB2">
      <w:pPr>
        <w:pStyle w:val="Heading1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lastRenderedPageBreak/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0C0EB2" w:rsidRPr="00A75548" w14:paraId="660E3797" w14:textId="77777777" w:rsidTr="0046685E">
        <w:trPr>
          <w:trHeight w:hRule="exact" w:val="3402"/>
        </w:trPr>
        <w:tc>
          <w:tcPr>
            <w:tcW w:w="3341" w:type="dxa"/>
            <w:vAlign w:val="bottom"/>
          </w:tcPr>
          <w:p w14:paraId="6E0FFE4C" w14:textId="76054E41" w:rsidR="000C0EB2" w:rsidRPr="00A75548" w:rsidRDefault="00E851AF" w:rsidP="00592EB0">
            <w:pPr>
              <w:rPr>
                <w:rFonts w:ascii="Arial" w:hAnsi="Arial" w:cs="Arial"/>
              </w:rPr>
            </w:pPr>
            <w:bookmarkStart w:id="2" w:name="_Hlk36116982"/>
            <w:r>
              <w:rPr>
                <w:noProof/>
              </w:rPr>
              <w:drawing>
                <wp:inline distT="0" distB="0" distL="0" distR="0" wp14:anchorId="44980415" wp14:editId="16E165D5">
                  <wp:extent cx="757555" cy="2160270"/>
                  <wp:effectExtent l="0" t="0" r="444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755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769B97AD" w14:textId="24D6B84F" w:rsidR="000C0EB2" w:rsidRPr="00A75548" w:rsidRDefault="00287E34" w:rsidP="0046685E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5C6972BC" wp14:editId="54636D70">
                  <wp:extent cx="765810" cy="216027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581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4A16C19B" w14:textId="2CA55FF0" w:rsidR="000C0EB2" w:rsidRPr="00A75548" w:rsidRDefault="00516194" w:rsidP="00592EB0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5F5E411B" wp14:editId="3DF492DF">
                  <wp:extent cx="1985010" cy="1838325"/>
                  <wp:effectExtent l="0" t="0" r="0" b="9525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838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2"/>
    </w:tbl>
    <w:p w14:paraId="24C5D724" w14:textId="77777777" w:rsidR="000C0EB2" w:rsidRPr="00292A26" w:rsidRDefault="000C0EB2" w:rsidP="0046685E">
      <w:pPr>
        <w:pStyle w:val="Bulleted1"/>
        <w:numPr>
          <w:ilvl w:val="0"/>
          <w:numId w:val="0"/>
        </w:numPr>
        <w:rPr>
          <w:rFonts w:ascii="Arial" w:hAnsi="Arial"/>
        </w:rPr>
      </w:pPr>
    </w:p>
    <w:sectPr w:rsidR="000C0EB2" w:rsidRPr="00292A26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2649DB" w14:textId="77777777" w:rsidR="008A3155" w:rsidRDefault="008A3155">
      <w:r>
        <w:separator/>
      </w:r>
    </w:p>
  </w:endnote>
  <w:endnote w:type="continuationSeparator" w:id="0">
    <w:p w14:paraId="38F59724" w14:textId="77777777" w:rsidR="008A3155" w:rsidRDefault="008A31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 w14:paraId="39A485F0" w14:textId="77777777">
      <w:tc>
        <w:tcPr>
          <w:tcW w:w="3392" w:type="dxa"/>
        </w:tcPr>
        <w:p w14:paraId="57375B95" w14:textId="67C2CF4C" w:rsidR="007C7FFA" w:rsidRDefault="00297424" w:rsidP="00EC05E6">
          <w:pPr>
            <w:pStyle w:val="Footer"/>
          </w:pPr>
          <w:proofErr w:type="spellStart"/>
          <w:r>
            <w:rPr>
              <w:rFonts w:ascii="Arial" w:hAnsi="Arial"/>
            </w:rPr>
            <w:t>versi</w:t>
          </w:r>
          <w:r w:rsidR="00D27986">
            <w:rPr>
              <w:rFonts w:ascii="Arial" w:hAnsi="Arial"/>
            </w:rPr>
            <w:t>on</w:t>
          </w:r>
          <w:proofErr w:type="spellEnd"/>
          <w:r>
            <w:rPr>
              <w:rFonts w:ascii="Arial" w:hAnsi="Arial"/>
            </w:rPr>
            <w:t xml:space="preserve"> 0</w:t>
          </w:r>
          <w:r w:rsidR="00E01271">
            <w:rPr>
              <w:rFonts w:ascii="Arial" w:hAnsi="Arial"/>
            </w:rPr>
            <w:t>1</w:t>
          </w:r>
          <w:r>
            <w:rPr>
              <w:rFonts w:ascii="Arial" w:hAnsi="Arial"/>
            </w:rPr>
            <w:t>.00</w:t>
          </w:r>
        </w:p>
      </w:tc>
      <w:tc>
        <w:tcPr>
          <w:tcW w:w="3392" w:type="dxa"/>
        </w:tcPr>
        <w:p w14:paraId="01C138A0" w14:textId="4F265451" w:rsidR="007C7FFA" w:rsidRDefault="00D27986">
          <w:pPr>
            <w:jc w:val="center"/>
            <w:rPr>
              <w:sz w:val="20"/>
            </w:rPr>
          </w:pPr>
          <w:r>
            <w:rPr>
              <w:rFonts w:ascii="Arial" w:hAnsi="Arial"/>
              <w:sz w:val="20"/>
            </w:rPr>
            <w:t>cahier des charges</w:t>
          </w:r>
        </w:p>
      </w:tc>
      <w:tc>
        <w:tcPr>
          <w:tcW w:w="3392" w:type="dxa"/>
        </w:tcPr>
        <w:p w14:paraId="6CA60F44" w14:textId="77777777"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77B317AF" w14:textId="77777777" w:rsidR="007C7FFA" w:rsidRPr="00292A26" w:rsidRDefault="007C7FFA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F42432" w14:textId="77777777" w:rsidR="008A3155" w:rsidRDefault="008A3155">
      <w:r>
        <w:separator/>
      </w:r>
    </w:p>
  </w:footnote>
  <w:footnote w:type="continuationSeparator" w:id="0">
    <w:p w14:paraId="7BBBD27D" w14:textId="77777777" w:rsidR="008A3155" w:rsidRDefault="008A31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39530" w14:textId="7661B2BB" w:rsidR="007C7FFA" w:rsidRPr="00BE461B" w:rsidRDefault="00BE461B" w:rsidP="00080B0F">
    <w:pPr>
      <w:pStyle w:val="Header"/>
      <w:rPr>
        <w:rFonts w:ascii="Arial" w:hAnsi="Arial"/>
        <w:b/>
        <w:szCs w:val="24"/>
        <w:lang w:val="fr-BE"/>
      </w:rPr>
    </w:pPr>
    <w:r w:rsidRPr="00BE461B">
      <w:rPr>
        <w:rFonts w:ascii="Arial" w:hAnsi="Arial"/>
        <w:b/>
        <w:lang w:val="fr-BE"/>
      </w:rPr>
      <w:t xml:space="preserve">Séparation d'urinoir </w:t>
    </w:r>
    <w:r w:rsidR="00A86C4C" w:rsidRPr="00BE461B">
      <w:rPr>
        <w:rFonts w:ascii="Arial" w:hAnsi="Arial"/>
        <w:b/>
        <w:lang w:val="fr-BE"/>
      </w:rPr>
      <w:t xml:space="preserve">Geberit </w:t>
    </w:r>
    <w:r w:rsidR="005329D7" w:rsidRPr="00BE461B">
      <w:rPr>
        <w:rFonts w:ascii="Arial" w:hAnsi="Arial"/>
        <w:b/>
        <w:lang w:val="fr-BE"/>
      </w:rPr>
      <w:t>Design</w:t>
    </w:r>
    <w:r w:rsidR="00E01271" w:rsidRPr="00BE461B">
      <w:rPr>
        <w:rFonts w:ascii="Arial" w:hAnsi="Arial"/>
        <w:b/>
        <w:lang w:val="fr-BE"/>
      </w:rPr>
      <w:t>,</w:t>
    </w:r>
    <w:r w:rsidR="007C7FFA" w:rsidRPr="00BE461B">
      <w:rPr>
        <w:rFonts w:ascii="Arial" w:hAnsi="Arial"/>
        <w:b/>
        <w:lang w:val="fr-BE"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247235F6" wp14:editId="4C8CDEA8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4EF4BE6" w14:textId="5782A802" w:rsidR="007C7FFA" w:rsidRPr="00BE461B" w:rsidRDefault="00BE461B" w:rsidP="00080B0F">
    <w:pPr>
      <w:pStyle w:val="Header"/>
      <w:rPr>
        <w:rFonts w:ascii="Arial" w:hAnsi="Arial"/>
        <w:b/>
        <w:lang w:val="fr-BE"/>
      </w:rPr>
    </w:pPr>
    <w:r w:rsidRPr="00BE461B">
      <w:rPr>
        <w:rFonts w:ascii="Arial" w:hAnsi="Arial"/>
        <w:b/>
        <w:lang w:val="fr-BE"/>
      </w:rPr>
      <w:t>matière synthétique</w:t>
    </w:r>
    <w:r w:rsidR="001B6EC4" w:rsidRPr="00BE461B">
      <w:rPr>
        <w:rFonts w:ascii="Arial" w:hAnsi="Arial"/>
        <w:b/>
        <w:lang w:val="fr-BE"/>
      </w:rPr>
      <w:t xml:space="preserve">, </w:t>
    </w:r>
    <w:r w:rsidR="009C4887" w:rsidRPr="00BE461B">
      <w:rPr>
        <w:rFonts w:ascii="Arial" w:hAnsi="Arial"/>
        <w:b/>
        <w:lang w:val="fr-BE"/>
      </w:rPr>
      <w:t>blanc</w:t>
    </w:r>
    <w:r w:rsidR="009A6132" w:rsidRPr="00BE461B">
      <w:rPr>
        <w:rFonts w:ascii="Arial" w:hAnsi="Arial"/>
        <w:b/>
        <w:lang w:val="fr-BE"/>
      </w:rPr>
      <w:t>, 11</w:t>
    </w:r>
    <w:r w:rsidR="00E01271" w:rsidRPr="00BE461B">
      <w:rPr>
        <w:rFonts w:ascii="Arial" w:hAnsi="Arial"/>
        <w:b/>
        <w:lang w:val="fr-BE"/>
      </w:rPr>
      <w:t>5</w:t>
    </w:r>
    <w:r w:rsidR="009A6132" w:rsidRPr="00BE461B">
      <w:rPr>
        <w:rFonts w:ascii="Arial" w:hAnsi="Arial"/>
        <w:b/>
        <w:lang w:val="fr-BE"/>
      </w:rPr>
      <w:t>.</w:t>
    </w:r>
    <w:r w:rsidR="00E01271" w:rsidRPr="00BE461B">
      <w:rPr>
        <w:rFonts w:ascii="Arial" w:hAnsi="Arial"/>
        <w:b/>
        <w:lang w:val="fr-BE"/>
      </w:rPr>
      <w:t>2</w:t>
    </w:r>
    <w:r w:rsidR="009A6132" w:rsidRPr="00BE461B">
      <w:rPr>
        <w:rFonts w:ascii="Arial" w:hAnsi="Arial"/>
        <w:b/>
        <w:lang w:val="fr-BE"/>
      </w:rPr>
      <w:t>0</w:t>
    </w:r>
    <w:r w:rsidR="005329D7" w:rsidRPr="00BE461B">
      <w:rPr>
        <w:rFonts w:ascii="Arial" w:hAnsi="Arial"/>
        <w:b/>
        <w:lang w:val="fr-BE"/>
      </w:rPr>
      <w:t>2</w:t>
    </w:r>
    <w:r w:rsidR="009A6132" w:rsidRPr="00BE461B">
      <w:rPr>
        <w:rFonts w:ascii="Arial" w:hAnsi="Arial"/>
        <w:b/>
        <w:lang w:val="fr-BE"/>
      </w:rPr>
      <w:t>.</w:t>
    </w:r>
    <w:r w:rsidR="00E01271" w:rsidRPr="00BE461B">
      <w:rPr>
        <w:rFonts w:ascii="Arial" w:hAnsi="Arial"/>
        <w:b/>
        <w:lang w:val="fr-BE"/>
      </w:rPr>
      <w:t>11</w:t>
    </w:r>
    <w:r w:rsidR="009A6132" w:rsidRPr="00BE461B">
      <w:rPr>
        <w:rFonts w:ascii="Arial" w:hAnsi="Arial"/>
        <w:b/>
        <w:lang w:val="fr-BE"/>
      </w:rPr>
      <w:t>.</w:t>
    </w:r>
    <w:r w:rsidR="00E01271" w:rsidRPr="00BE461B">
      <w:rPr>
        <w:rFonts w:ascii="Arial" w:hAnsi="Arial"/>
        <w:b/>
        <w:lang w:val="fr-BE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708993530">
    <w:abstractNumId w:val="16"/>
  </w:num>
  <w:num w:numId="2" w16cid:durableId="1284536418">
    <w:abstractNumId w:val="22"/>
  </w:num>
  <w:num w:numId="3" w16cid:durableId="94525594">
    <w:abstractNumId w:val="4"/>
  </w:num>
  <w:num w:numId="4" w16cid:durableId="1917323693">
    <w:abstractNumId w:val="3"/>
  </w:num>
  <w:num w:numId="5" w16cid:durableId="2084526950">
    <w:abstractNumId w:val="13"/>
  </w:num>
  <w:num w:numId="6" w16cid:durableId="1379159203">
    <w:abstractNumId w:val="15"/>
  </w:num>
  <w:num w:numId="7" w16cid:durableId="201788191">
    <w:abstractNumId w:val="6"/>
  </w:num>
  <w:num w:numId="8" w16cid:durableId="1468662724">
    <w:abstractNumId w:val="19"/>
  </w:num>
  <w:num w:numId="9" w16cid:durableId="238291253">
    <w:abstractNumId w:val="25"/>
  </w:num>
  <w:num w:numId="10" w16cid:durableId="1247760943">
    <w:abstractNumId w:val="2"/>
  </w:num>
  <w:num w:numId="11" w16cid:durableId="1710035483">
    <w:abstractNumId w:val="12"/>
  </w:num>
  <w:num w:numId="12" w16cid:durableId="1051340463">
    <w:abstractNumId w:val="11"/>
  </w:num>
  <w:num w:numId="13" w16cid:durableId="1186559020">
    <w:abstractNumId w:val="24"/>
  </w:num>
  <w:num w:numId="14" w16cid:durableId="773286292">
    <w:abstractNumId w:val="7"/>
  </w:num>
  <w:num w:numId="15" w16cid:durableId="877620841">
    <w:abstractNumId w:val="0"/>
  </w:num>
  <w:num w:numId="16" w16cid:durableId="605818129">
    <w:abstractNumId w:val="10"/>
  </w:num>
  <w:num w:numId="17" w16cid:durableId="475993118">
    <w:abstractNumId w:val="5"/>
  </w:num>
  <w:num w:numId="18" w16cid:durableId="1471753909">
    <w:abstractNumId w:val="20"/>
  </w:num>
  <w:num w:numId="19" w16cid:durableId="1812139231">
    <w:abstractNumId w:val="21"/>
  </w:num>
  <w:num w:numId="20" w16cid:durableId="186717507">
    <w:abstractNumId w:val="18"/>
  </w:num>
  <w:num w:numId="21" w16cid:durableId="913322645">
    <w:abstractNumId w:val="17"/>
  </w:num>
  <w:num w:numId="22" w16cid:durableId="1642224073">
    <w:abstractNumId w:val="14"/>
  </w:num>
  <w:num w:numId="23" w16cid:durableId="1060253038">
    <w:abstractNumId w:val="23"/>
  </w:num>
  <w:num w:numId="24" w16cid:durableId="1069811579">
    <w:abstractNumId w:val="8"/>
  </w:num>
  <w:num w:numId="25" w16cid:durableId="1498417343">
    <w:abstractNumId w:val="9"/>
  </w:num>
  <w:num w:numId="26" w16cid:durableId="493450675">
    <w:abstractNumId w:val="1"/>
  </w:num>
  <w:num w:numId="27" w16cid:durableId="1691369747">
    <w:abstractNumId w:val="21"/>
  </w:num>
  <w:num w:numId="28" w16cid:durableId="89431905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213A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6767D"/>
    <w:rsid w:val="00076AAD"/>
    <w:rsid w:val="0007796E"/>
    <w:rsid w:val="00080B0F"/>
    <w:rsid w:val="00081315"/>
    <w:rsid w:val="00085A0C"/>
    <w:rsid w:val="00086176"/>
    <w:rsid w:val="0009240B"/>
    <w:rsid w:val="00094351"/>
    <w:rsid w:val="00095243"/>
    <w:rsid w:val="000A0304"/>
    <w:rsid w:val="000A13DD"/>
    <w:rsid w:val="000A193A"/>
    <w:rsid w:val="000A1C78"/>
    <w:rsid w:val="000A4E1B"/>
    <w:rsid w:val="000A7091"/>
    <w:rsid w:val="000B1F6F"/>
    <w:rsid w:val="000B2641"/>
    <w:rsid w:val="000B490E"/>
    <w:rsid w:val="000B5562"/>
    <w:rsid w:val="000B5DD7"/>
    <w:rsid w:val="000C0B99"/>
    <w:rsid w:val="000C0EB2"/>
    <w:rsid w:val="000C4F0B"/>
    <w:rsid w:val="000C690D"/>
    <w:rsid w:val="000D0087"/>
    <w:rsid w:val="000D016D"/>
    <w:rsid w:val="000D0785"/>
    <w:rsid w:val="000D1767"/>
    <w:rsid w:val="000D34EE"/>
    <w:rsid w:val="000D382A"/>
    <w:rsid w:val="000D3AFC"/>
    <w:rsid w:val="000E19F8"/>
    <w:rsid w:val="000E4E64"/>
    <w:rsid w:val="000E6962"/>
    <w:rsid w:val="000F3A52"/>
    <w:rsid w:val="000F7E1A"/>
    <w:rsid w:val="00101998"/>
    <w:rsid w:val="00102905"/>
    <w:rsid w:val="0010510C"/>
    <w:rsid w:val="00107BD4"/>
    <w:rsid w:val="00111D93"/>
    <w:rsid w:val="00115702"/>
    <w:rsid w:val="001165B1"/>
    <w:rsid w:val="00120CA6"/>
    <w:rsid w:val="00121823"/>
    <w:rsid w:val="0012409F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3152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6EC4"/>
    <w:rsid w:val="001B72F7"/>
    <w:rsid w:val="001B76D0"/>
    <w:rsid w:val="001B7A85"/>
    <w:rsid w:val="001B7B72"/>
    <w:rsid w:val="001C1CA3"/>
    <w:rsid w:val="001C4ADA"/>
    <w:rsid w:val="001C5873"/>
    <w:rsid w:val="001C624D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1F76"/>
    <w:rsid w:val="0020639C"/>
    <w:rsid w:val="0021662F"/>
    <w:rsid w:val="0021689F"/>
    <w:rsid w:val="00217D8E"/>
    <w:rsid w:val="0022369B"/>
    <w:rsid w:val="00223BBE"/>
    <w:rsid w:val="002241EC"/>
    <w:rsid w:val="00224E1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69FC"/>
    <w:rsid w:val="002704F7"/>
    <w:rsid w:val="00271125"/>
    <w:rsid w:val="00272819"/>
    <w:rsid w:val="00276BDD"/>
    <w:rsid w:val="00282518"/>
    <w:rsid w:val="00282C9E"/>
    <w:rsid w:val="00285CA2"/>
    <w:rsid w:val="00286BEA"/>
    <w:rsid w:val="00286F2C"/>
    <w:rsid w:val="0028769C"/>
    <w:rsid w:val="00287E34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764C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072A6"/>
    <w:rsid w:val="00313017"/>
    <w:rsid w:val="00315073"/>
    <w:rsid w:val="003170FB"/>
    <w:rsid w:val="0032043B"/>
    <w:rsid w:val="00323382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550"/>
    <w:rsid w:val="0037123D"/>
    <w:rsid w:val="003746C3"/>
    <w:rsid w:val="00374FF7"/>
    <w:rsid w:val="00376791"/>
    <w:rsid w:val="003815A1"/>
    <w:rsid w:val="00383AAB"/>
    <w:rsid w:val="0038784C"/>
    <w:rsid w:val="00390E6F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149A"/>
    <w:rsid w:val="003E240D"/>
    <w:rsid w:val="003F2B0F"/>
    <w:rsid w:val="003F4D6F"/>
    <w:rsid w:val="004046C3"/>
    <w:rsid w:val="004064AB"/>
    <w:rsid w:val="0040662F"/>
    <w:rsid w:val="00407C12"/>
    <w:rsid w:val="0041370B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6B2A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A1A5E"/>
    <w:rsid w:val="004A4F1E"/>
    <w:rsid w:val="004B053C"/>
    <w:rsid w:val="004B51F8"/>
    <w:rsid w:val="004B54E0"/>
    <w:rsid w:val="004B7DF3"/>
    <w:rsid w:val="004C2E21"/>
    <w:rsid w:val="004D015F"/>
    <w:rsid w:val="004D6724"/>
    <w:rsid w:val="004E0DC8"/>
    <w:rsid w:val="004E37D2"/>
    <w:rsid w:val="004E4C3A"/>
    <w:rsid w:val="004E681D"/>
    <w:rsid w:val="004F1CE9"/>
    <w:rsid w:val="004F21C8"/>
    <w:rsid w:val="00502F31"/>
    <w:rsid w:val="0050492F"/>
    <w:rsid w:val="005111C7"/>
    <w:rsid w:val="005119E2"/>
    <w:rsid w:val="00513E6D"/>
    <w:rsid w:val="0051420F"/>
    <w:rsid w:val="00516194"/>
    <w:rsid w:val="00524F1B"/>
    <w:rsid w:val="005329D7"/>
    <w:rsid w:val="00532AC1"/>
    <w:rsid w:val="00533416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A26"/>
    <w:rsid w:val="0055762C"/>
    <w:rsid w:val="00557F6C"/>
    <w:rsid w:val="00561EED"/>
    <w:rsid w:val="00562183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395E"/>
    <w:rsid w:val="00594C98"/>
    <w:rsid w:val="005A10A7"/>
    <w:rsid w:val="005A1279"/>
    <w:rsid w:val="005A134F"/>
    <w:rsid w:val="005B26FB"/>
    <w:rsid w:val="005B58F2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4015"/>
    <w:rsid w:val="005E4FA9"/>
    <w:rsid w:val="005E7D15"/>
    <w:rsid w:val="005F18DA"/>
    <w:rsid w:val="005F5F37"/>
    <w:rsid w:val="005F688C"/>
    <w:rsid w:val="006012C0"/>
    <w:rsid w:val="00602691"/>
    <w:rsid w:val="00604EEC"/>
    <w:rsid w:val="006072CE"/>
    <w:rsid w:val="006101A0"/>
    <w:rsid w:val="006115CF"/>
    <w:rsid w:val="006127D6"/>
    <w:rsid w:val="0061788B"/>
    <w:rsid w:val="00621372"/>
    <w:rsid w:val="0062319E"/>
    <w:rsid w:val="00625C77"/>
    <w:rsid w:val="006265AC"/>
    <w:rsid w:val="00630E86"/>
    <w:rsid w:val="0063321D"/>
    <w:rsid w:val="00634903"/>
    <w:rsid w:val="00634D17"/>
    <w:rsid w:val="006356F1"/>
    <w:rsid w:val="006360F2"/>
    <w:rsid w:val="006362BA"/>
    <w:rsid w:val="00637E3A"/>
    <w:rsid w:val="00640B49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80228"/>
    <w:rsid w:val="006809FB"/>
    <w:rsid w:val="00682A98"/>
    <w:rsid w:val="006857E0"/>
    <w:rsid w:val="006873FA"/>
    <w:rsid w:val="00691745"/>
    <w:rsid w:val="00694362"/>
    <w:rsid w:val="00694EDF"/>
    <w:rsid w:val="0069689F"/>
    <w:rsid w:val="00697E29"/>
    <w:rsid w:val="006A06CF"/>
    <w:rsid w:val="006A0B90"/>
    <w:rsid w:val="006A546B"/>
    <w:rsid w:val="006A60C0"/>
    <w:rsid w:val="006B5256"/>
    <w:rsid w:val="006B6331"/>
    <w:rsid w:val="006C0EE1"/>
    <w:rsid w:val="006C517E"/>
    <w:rsid w:val="006C7B19"/>
    <w:rsid w:val="006D1CD8"/>
    <w:rsid w:val="006D2D7B"/>
    <w:rsid w:val="006D7788"/>
    <w:rsid w:val="006D7C06"/>
    <w:rsid w:val="006E0046"/>
    <w:rsid w:val="006E08F2"/>
    <w:rsid w:val="006E2191"/>
    <w:rsid w:val="006E31FC"/>
    <w:rsid w:val="006E4D48"/>
    <w:rsid w:val="006E5470"/>
    <w:rsid w:val="006E740D"/>
    <w:rsid w:val="006F06CE"/>
    <w:rsid w:val="006F5EDD"/>
    <w:rsid w:val="006F6C4A"/>
    <w:rsid w:val="006F7497"/>
    <w:rsid w:val="006F7A21"/>
    <w:rsid w:val="007035A6"/>
    <w:rsid w:val="007045FD"/>
    <w:rsid w:val="00712C6D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5935"/>
    <w:rsid w:val="00777F6E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616F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7F40EB"/>
    <w:rsid w:val="008007D6"/>
    <w:rsid w:val="00801CBD"/>
    <w:rsid w:val="008053D0"/>
    <w:rsid w:val="0080631D"/>
    <w:rsid w:val="00810B4F"/>
    <w:rsid w:val="0081484D"/>
    <w:rsid w:val="008205F8"/>
    <w:rsid w:val="00823E62"/>
    <w:rsid w:val="00823FF8"/>
    <w:rsid w:val="008319B6"/>
    <w:rsid w:val="00832A37"/>
    <w:rsid w:val="00834DEC"/>
    <w:rsid w:val="00844AC2"/>
    <w:rsid w:val="008456B4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95841"/>
    <w:rsid w:val="008972DD"/>
    <w:rsid w:val="008A3155"/>
    <w:rsid w:val="008A4182"/>
    <w:rsid w:val="008B3B9C"/>
    <w:rsid w:val="008B4545"/>
    <w:rsid w:val="008B5A11"/>
    <w:rsid w:val="008B5F7C"/>
    <w:rsid w:val="008B6803"/>
    <w:rsid w:val="008B69BF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2C68"/>
    <w:rsid w:val="009038B0"/>
    <w:rsid w:val="00903921"/>
    <w:rsid w:val="00906559"/>
    <w:rsid w:val="009070FB"/>
    <w:rsid w:val="00910F8E"/>
    <w:rsid w:val="00912A4A"/>
    <w:rsid w:val="00913A14"/>
    <w:rsid w:val="00921337"/>
    <w:rsid w:val="00922705"/>
    <w:rsid w:val="00924A9D"/>
    <w:rsid w:val="009252FC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4A0C"/>
    <w:rsid w:val="00955BCC"/>
    <w:rsid w:val="00957263"/>
    <w:rsid w:val="0096003C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1542"/>
    <w:rsid w:val="0099290F"/>
    <w:rsid w:val="00993A0B"/>
    <w:rsid w:val="00993A68"/>
    <w:rsid w:val="00997FED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90D"/>
    <w:rsid w:val="009C1414"/>
    <w:rsid w:val="009C4887"/>
    <w:rsid w:val="009C5DAA"/>
    <w:rsid w:val="009C6EC5"/>
    <w:rsid w:val="009D17DB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A04395"/>
    <w:rsid w:val="00A07334"/>
    <w:rsid w:val="00A07E31"/>
    <w:rsid w:val="00A10D0B"/>
    <w:rsid w:val="00A14E12"/>
    <w:rsid w:val="00A17409"/>
    <w:rsid w:val="00A20762"/>
    <w:rsid w:val="00A220AA"/>
    <w:rsid w:val="00A260BD"/>
    <w:rsid w:val="00A261C9"/>
    <w:rsid w:val="00A33E1B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B18D2"/>
    <w:rsid w:val="00AC5EF1"/>
    <w:rsid w:val="00AD2BCF"/>
    <w:rsid w:val="00AE0481"/>
    <w:rsid w:val="00AE0B4C"/>
    <w:rsid w:val="00AE1C8E"/>
    <w:rsid w:val="00AF6683"/>
    <w:rsid w:val="00AF744D"/>
    <w:rsid w:val="00AF746B"/>
    <w:rsid w:val="00AF7A2B"/>
    <w:rsid w:val="00B0453C"/>
    <w:rsid w:val="00B07FBA"/>
    <w:rsid w:val="00B106E2"/>
    <w:rsid w:val="00B11A01"/>
    <w:rsid w:val="00B11B56"/>
    <w:rsid w:val="00B14729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52FF1"/>
    <w:rsid w:val="00B53DF2"/>
    <w:rsid w:val="00B63607"/>
    <w:rsid w:val="00B63945"/>
    <w:rsid w:val="00B64DD5"/>
    <w:rsid w:val="00B651B4"/>
    <w:rsid w:val="00B75CDA"/>
    <w:rsid w:val="00B76398"/>
    <w:rsid w:val="00B77A69"/>
    <w:rsid w:val="00B8305A"/>
    <w:rsid w:val="00B857EC"/>
    <w:rsid w:val="00B86FCC"/>
    <w:rsid w:val="00B87DA3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D4B4F"/>
    <w:rsid w:val="00BE090F"/>
    <w:rsid w:val="00BE461B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52FA"/>
    <w:rsid w:val="00C16E24"/>
    <w:rsid w:val="00C177D8"/>
    <w:rsid w:val="00C202A2"/>
    <w:rsid w:val="00C21531"/>
    <w:rsid w:val="00C224F6"/>
    <w:rsid w:val="00C22596"/>
    <w:rsid w:val="00C22947"/>
    <w:rsid w:val="00C2562F"/>
    <w:rsid w:val="00C26293"/>
    <w:rsid w:val="00C31094"/>
    <w:rsid w:val="00C34CD2"/>
    <w:rsid w:val="00C35107"/>
    <w:rsid w:val="00C35A12"/>
    <w:rsid w:val="00C40CF8"/>
    <w:rsid w:val="00C41294"/>
    <w:rsid w:val="00C43DFF"/>
    <w:rsid w:val="00C44642"/>
    <w:rsid w:val="00C46296"/>
    <w:rsid w:val="00C469C2"/>
    <w:rsid w:val="00C525AE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24C8"/>
    <w:rsid w:val="00C74455"/>
    <w:rsid w:val="00C77E56"/>
    <w:rsid w:val="00C85EEE"/>
    <w:rsid w:val="00C91270"/>
    <w:rsid w:val="00C93193"/>
    <w:rsid w:val="00C9421E"/>
    <w:rsid w:val="00C94C48"/>
    <w:rsid w:val="00C95C95"/>
    <w:rsid w:val="00CA2661"/>
    <w:rsid w:val="00CA2995"/>
    <w:rsid w:val="00CA2E58"/>
    <w:rsid w:val="00CA4140"/>
    <w:rsid w:val="00CA6455"/>
    <w:rsid w:val="00CA6D52"/>
    <w:rsid w:val="00CA6D8F"/>
    <w:rsid w:val="00CB0CF8"/>
    <w:rsid w:val="00CB493A"/>
    <w:rsid w:val="00CB6D62"/>
    <w:rsid w:val="00CB7793"/>
    <w:rsid w:val="00CC29D1"/>
    <w:rsid w:val="00CC3FC6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04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27986"/>
    <w:rsid w:val="00D34091"/>
    <w:rsid w:val="00D34E34"/>
    <w:rsid w:val="00D35C4C"/>
    <w:rsid w:val="00D3656D"/>
    <w:rsid w:val="00D371BC"/>
    <w:rsid w:val="00D3791B"/>
    <w:rsid w:val="00D426C3"/>
    <w:rsid w:val="00D43AAD"/>
    <w:rsid w:val="00D4472F"/>
    <w:rsid w:val="00D52092"/>
    <w:rsid w:val="00D55CB1"/>
    <w:rsid w:val="00D5660C"/>
    <w:rsid w:val="00D56D8E"/>
    <w:rsid w:val="00D6437F"/>
    <w:rsid w:val="00D67143"/>
    <w:rsid w:val="00D6744A"/>
    <w:rsid w:val="00D7158C"/>
    <w:rsid w:val="00D7173C"/>
    <w:rsid w:val="00D72698"/>
    <w:rsid w:val="00D75147"/>
    <w:rsid w:val="00D762B1"/>
    <w:rsid w:val="00D767CA"/>
    <w:rsid w:val="00D80258"/>
    <w:rsid w:val="00D82B4D"/>
    <w:rsid w:val="00D8431D"/>
    <w:rsid w:val="00D86038"/>
    <w:rsid w:val="00D861FB"/>
    <w:rsid w:val="00D902B9"/>
    <w:rsid w:val="00D91BB8"/>
    <w:rsid w:val="00D92127"/>
    <w:rsid w:val="00D9479A"/>
    <w:rsid w:val="00D9488C"/>
    <w:rsid w:val="00D94CBC"/>
    <w:rsid w:val="00DA05CC"/>
    <w:rsid w:val="00DA11E2"/>
    <w:rsid w:val="00DA1682"/>
    <w:rsid w:val="00DA6563"/>
    <w:rsid w:val="00DB0EF7"/>
    <w:rsid w:val="00DC3141"/>
    <w:rsid w:val="00DC410C"/>
    <w:rsid w:val="00DC4317"/>
    <w:rsid w:val="00DC5EDD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5AFE"/>
    <w:rsid w:val="00DF60BB"/>
    <w:rsid w:val="00DF6CEF"/>
    <w:rsid w:val="00E00F26"/>
    <w:rsid w:val="00E01271"/>
    <w:rsid w:val="00E050CB"/>
    <w:rsid w:val="00E1173C"/>
    <w:rsid w:val="00E132BA"/>
    <w:rsid w:val="00E13CC2"/>
    <w:rsid w:val="00E17208"/>
    <w:rsid w:val="00E177F1"/>
    <w:rsid w:val="00E2173A"/>
    <w:rsid w:val="00E217BD"/>
    <w:rsid w:val="00E2199A"/>
    <w:rsid w:val="00E23731"/>
    <w:rsid w:val="00E24676"/>
    <w:rsid w:val="00E2722A"/>
    <w:rsid w:val="00E274B8"/>
    <w:rsid w:val="00E302DD"/>
    <w:rsid w:val="00E31440"/>
    <w:rsid w:val="00E334C1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1AF"/>
    <w:rsid w:val="00E85EA8"/>
    <w:rsid w:val="00E9352E"/>
    <w:rsid w:val="00E9446C"/>
    <w:rsid w:val="00E9745E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CBF"/>
    <w:rsid w:val="00EB5EA9"/>
    <w:rsid w:val="00EB7318"/>
    <w:rsid w:val="00EC05E6"/>
    <w:rsid w:val="00EC1FAC"/>
    <w:rsid w:val="00EC2D28"/>
    <w:rsid w:val="00EC5A29"/>
    <w:rsid w:val="00EC5B86"/>
    <w:rsid w:val="00EC7D55"/>
    <w:rsid w:val="00ED29AC"/>
    <w:rsid w:val="00ED32C1"/>
    <w:rsid w:val="00ED4EFD"/>
    <w:rsid w:val="00ED643F"/>
    <w:rsid w:val="00EE1316"/>
    <w:rsid w:val="00EE1707"/>
    <w:rsid w:val="00EE4418"/>
    <w:rsid w:val="00EF01BB"/>
    <w:rsid w:val="00EF371C"/>
    <w:rsid w:val="00EF702D"/>
    <w:rsid w:val="00F01FF0"/>
    <w:rsid w:val="00F0309A"/>
    <w:rsid w:val="00F07063"/>
    <w:rsid w:val="00F10658"/>
    <w:rsid w:val="00F12888"/>
    <w:rsid w:val="00F153B6"/>
    <w:rsid w:val="00F17076"/>
    <w:rsid w:val="00F17EF3"/>
    <w:rsid w:val="00F21F99"/>
    <w:rsid w:val="00F27C04"/>
    <w:rsid w:val="00F30601"/>
    <w:rsid w:val="00F360A2"/>
    <w:rsid w:val="00F369A6"/>
    <w:rsid w:val="00F402F2"/>
    <w:rsid w:val="00F4227F"/>
    <w:rsid w:val="00F426AA"/>
    <w:rsid w:val="00F43A98"/>
    <w:rsid w:val="00F45315"/>
    <w:rsid w:val="00F46616"/>
    <w:rsid w:val="00F46BF5"/>
    <w:rsid w:val="00F511A7"/>
    <w:rsid w:val="00F55A6A"/>
    <w:rsid w:val="00F55C50"/>
    <w:rsid w:val="00F6081F"/>
    <w:rsid w:val="00F60DF3"/>
    <w:rsid w:val="00F62005"/>
    <w:rsid w:val="00F6273B"/>
    <w:rsid w:val="00F65513"/>
    <w:rsid w:val="00F65742"/>
    <w:rsid w:val="00F66A37"/>
    <w:rsid w:val="00F77BF7"/>
    <w:rsid w:val="00F821DD"/>
    <w:rsid w:val="00F84B09"/>
    <w:rsid w:val="00F90590"/>
    <w:rsid w:val="00F90DAD"/>
    <w:rsid w:val="00F90FD8"/>
    <w:rsid w:val="00F94EF8"/>
    <w:rsid w:val="00F95C3C"/>
    <w:rsid w:val="00F9703D"/>
    <w:rsid w:val="00F97930"/>
    <w:rsid w:val="00F97C9F"/>
    <w:rsid w:val="00FA299D"/>
    <w:rsid w:val="00FA51F1"/>
    <w:rsid w:val="00FA6F7D"/>
    <w:rsid w:val="00FB0DEC"/>
    <w:rsid w:val="00FB0EBB"/>
    <w:rsid w:val="00FB1791"/>
    <w:rsid w:val="00FB4B05"/>
    <w:rsid w:val="00FB5452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E02"/>
    <w:rsid w:val="00FE1F49"/>
    <w:rsid w:val="00FE2BFF"/>
    <w:rsid w:val="00FE4C6B"/>
    <w:rsid w:val="00FE7C5C"/>
    <w:rsid w:val="00FE7C7E"/>
    <w:rsid w:val="00FF1090"/>
    <w:rsid w:val="00FF1B51"/>
    <w:rsid w:val="00FF2883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00D33F5A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609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001F4E7-C1F6-4DD3-AA7E-548CA6EA13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E074FE8-3411-4324-95FC-BC2BF415924F}">
  <ds:schemaRefs>
    <ds:schemaRef ds:uri="http://purl.org/dc/terms/"/>
    <ds:schemaRef ds:uri="http://schemas.microsoft.com/office/2006/metadata/properties"/>
    <ds:schemaRef ds:uri="http://schemas.microsoft.com/office/2006/documentManagement/types"/>
    <ds:schemaRef ds:uri="http://purl.org/dc/elements/1.1/"/>
    <ds:schemaRef ds:uri="a2313ea8-4521-49e8-b6bb-ca19bded6e88"/>
    <ds:schemaRef ds:uri="http://schemas.microsoft.com/office/infopath/2007/PartnerControls"/>
    <ds:schemaRef ds:uri="http://schemas.openxmlformats.org/package/2006/metadata/core-properties"/>
    <ds:schemaRef ds:uri="c1a89d3b-8913-4922-a719-bed589bc061b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6E149103-4482-46C1-A234-9DA06F5A99FC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8</TotalTime>
  <Pages>2</Pages>
  <Words>73</Words>
  <Characters>397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15</cp:revision>
  <cp:lastPrinted>2011-12-15T11:32:00Z</cp:lastPrinted>
  <dcterms:created xsi:type="dcterms:W3CDTF">2024-01-05T12:28:00Z</dcterms:created>
  <dcterms:modified xsi:type="dcterms:W3CDTF">2024-01-05T14:52:00Z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257100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